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08F9">
        <w:rPr>
          <w:rFonts w:ascii="Corbel" w:hAnsi="Corbel"/>
          <w:i/>
          <w:smallCaps/>
          <w:sz w:val="24"/>
          <w:szCs w:val="24"/>
        </w:rPr>
        <w:t xml:space="preserve"> 202</w:t>
      </w:r>
      <w:r w:rsidR="00224B49">
        <w:rPr>
          <w:rFonts w:ascii="Corbel" w:hAnsi="Corbel"/>
          <w:i/>
          <w:smallCaps/>
          <w:sz w:val="24"/>
          <w:szCs w:val="24"/>
        </w:rPr>
        <w:t>2</w:t>
      </w:r>
      <w:r w:rsidR="007D08F9">
        <w:rPr>
          <w:rFonts w:ascii="Corbel" w:hAnsi="Corbel"/>
          <w:i/>
          <w:smallCaps/>
          <w:sz w:val="24"/>
          <w:szCs w:val="24"/>
        </w:rPr>
        <w:t>-202</w:t>
      </w:r>
      <w:r w:rsidR="00224B49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D08F9">
        <w:rPr>
          <w:rFonts w:ascii="Corbel" w:hAnsi="Corbel"/>
          <w:sz w:val="20"/>
          <w:szCs w:val="20"/>
        </w:rPr>
        <w:t>202</w:t>
      </w:r>
      <w:r w:rsidR="00684975">
        <w:rPr>
          <w:rFonts w:ascii="Corbel" w:hAnsi="Corbel"/>
          <w:sz w:val="20"/>
          <w:szCs w:val="20"/>
        </w:rPr>
        <w:t>3</w:t>
      </w:r>
      <w:r w:rsidR="007D08F9">
        <w:rPr>
          <w:rFonts w:ascii="Corbel" w:hAnsi="Corbel"/>
          <w:sz w:val="20"/>
          <w:szCs w:val="20"/>
        </w:rPr>
        <w:t>-202</w:t>
      </w:r>
      <w:r w:rsidR="00224B4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Edukacja na odległość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53864" w:rsidRDefault="0085747A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25386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 xml:space="preserve">Pedagogika, sp. </w:t>
            </w:r>
            <w:r w:rsidR="00EA4FA6">
              <w:rPr>
                <w:rFonts w:ascii="Corbel" w:hAnsi="Corbel"/>
                <w:sz w:val="24"/>
                <w:szCs w:val="24"/>
              </w:rPr>
              <w:t>pedagogika medialna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53864" w:rsidRDefault="009756D2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Rok II semestr 3,4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253864" w:rsidRPr="009C54AE" w:rsidTr="00253864">
        <w:trPr>
          <w:trHeight w:val="437"/>
        </w:trPr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53864" w:rsidRPr="00253864" w:rsidRDefault="00EA169C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91013" w:rsidP="00B91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64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1013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Default="006849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91013" w:rsidRDefault="00E22FBC" w:rsidP="008E3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E3225">
        <w:rPr>
          <w:rFonts w:ascii="Corbel" w:hAnsi="Corbel"/>
          <w:b w:val="0"/>
          <w:smallCaps w:val="0"/>
          <w:szCs w:val="24"/>
        </w:rPr>
        <w:t xml:space="preserve"> - </w:t>
      </w:r>
      <w:r w:rsidRPr="00B21EC8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B21EC8">
        <w:rPr>
          <w:rFonts w:ascii="Corbel" w:hAnsi="Corbel"/>
          <w:b w:val="0"/>
          <w:smallCaps w:val="0"/>
          <w:strike/>
          <w:szCs w:val="24"/>
          <w:u w:val="single"/>
        </w:rPr>
        <w:t>,</w:t>
      </w:r>
      <w:r w:rsidRPr="00B21EC8">
        <w:rPr>
          <w:rFonts w:ascii="Corbel" w:hAnsi="Corbel"/>
          <w:b w:val="0"/>
          <w:smallCaps w:val="0"/>
          <w:szCs w:val="24"/>
          <w:u w:val="single"/>
        </w:rPr>
        <w:t xml:space="preserve"> 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E3225" w:rsidRDefault="008E3225" w:rsidP="008E3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64767" w:rsidP="000647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wykorzystania zasobów internetowych. </w:t>
            </w:r>
            <w:r>
              <w:rPr>
                <w:b w:val="0"/>
                <w:smallCaps w:val="0"/>
              </w:rPr>
              <w:t xml:space="preserve">Elementarne </w:t>
            </w:r>
            <w:r w:rsidRPr="00243CCB">
              <w:rPr>
                <w:b w:val="0"/>
                <w:smallCaps w:val="0"/>
              </w:rPr>
              <w:t xml:space="preserve">umiejętności </w:t>
            </w:r>
            <w:r>
              <w:rPr>
                <w:b w:val="0"/>
                <w:smallCaps w:val="0"/>
              </w:rPr>
              <w:t>pracy w aplikacjach typu CMS</w:t>
            </w:r>
            <w:r w:rsidRPr="00243CCB">
              <w:rPr>
                <w:b w:val="0"/>
                <w:smallCaps w:val="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64767" w:rsidRDefault="0006476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 xml:space="preserve">C1 </w:t>
            </w:r>
          </w:p>
        </w:tc>
        <w:tc>
          <w:tcPr>
            <w:tcW w:w="8819" w:type="dxa"/>
            <w:vAlign w:val="center"/>
          </w:tcPr>
          <w:p w:rsidR="00064767" w:rsidRPr="00EA169C" w:rsidRDefault="003226B2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>W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>yposażenie studentów w umiejętności i kompetencje z </w:t>
            </w:r>
            <w:r w:rsidR="006648B8" w:rsidRPr="00EA169C">
              <w:rPr>
                <w:rFonts w:ascii="Corbel" w:hAnsi="Corbel" w:cstheme="minorHAnsi"/>
                <w:b w:val="0"/>
                <w:sz w:val="24"/>
              </w:rPr>
              <w:t>zakresu edukacji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 xml:space="preserve"> na odległość.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>C2</w:t>
            </w:r>
          </w:p>
        </w:tc>
        <w:tc>
          <w:tcPr>
            <w:tcW w:w="8819" w:type="dxa"/>
            <w:vAlign w:val="center"/>
          </w:tcPr>
          <w:p w:rsidR="00064767" w:rsidRPr="00EA169C" w:rsidRDefault="00064767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>Wykorzystanie nowoczesnych technologii informacyjnych w celu elektronizacji materiałów dydaktycznych.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>C3</w:t>
            </w:r>
          </w:p>
        </w:tc>
        <w:tc>
          <w:tcPr>
            <w:tcW w:w="8819" w:type="dxa"/>
            <w:vAlign w:val="center"/>
          </w:tcPr>
          <w:p w:rsidR="00064767" w:rsidRPr="00EA169C" w:rsidRDefault="00064767" w:rsidP="006648B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 xml:space="preserve">Zaprojektowanie i wykonanie kursu na platformie Moodle usytuowanej na serwerze </w:t>
            </w:r>
            <w:r w:rsidR="006D4C30" w:rsidRPr="00EA169C">
              <w:rPr>
                <w:rFonts w:ascii="Corbel" w:hAnsi="Corbel" w:cstheme="minorHAnsi"/>
                <w:b w:val="0"/>
                <w:sz w:val="24"/>
              </w:rPr>
              <w:t>Katedry Badań Szkoły i Społeczeństwa Zmediatyzowanego</w:t>
            </w:r>
            <w:r w:rsidRPr="00EA169C">
              <w:rPr>
                <w:rFonts w:ascii="Corbel" w:hAnsi="Corbel" w:cstheme="minorHAnsi"/>
                <w:b w:val="0"/>
                <w:sz w:val="24"/>
              </w:rPr>
              <w:t>, przeprowadzenie procesu dydaktycznego.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Default="00064767" w:rsidP="00064767">
            <w:r w:rsidRPr="008B3FB1">
              <w:t>C4</w:t>
            </w:r>
          </w:p>
        </w:tc>
        <w:tc>
          <w:tcPr>
            <w:tcW w:w="8819" w:type="dxa"/>
            <w:vAlign w:val="center"/>
          </w:tcPr>
          <w:p w:rsidR="00064767" w:rsidRPr="00EA169C" w:rsidRDefault="00205DF2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 xml:space="preserve">Doskonalenie umiejętności 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>w zakresie określenia roli i kompetencji nauczycieli w edukacji zdalnej.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746660" w:rsidRPr="009C54AE" w:rsidRDefault="00746660" w:rsidP="00746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717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powiązania edukacji na odległość z efektywnością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 nauczania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54126A" w:rsidP="00D97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postępy edukacyjne</w:t>
            </w:r>
            <w:r w:rsidR="00D97EC2">
              <w:rPr>
                <w:rFonts w:ascii="Corbel" w:hAnsi="Corbel"/>
                <w:b w:val="0"/>
                <w:smallCaps w:val="0"/>
                <w:szCs w:val="24"/>
              </w:rPr>
              <w:t xml:space="preserve">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efektywność</w:t>
            </w:r>
            <w:r w:rsidR="00D97EC2">
              <w:rPr>
                <w:rFonts w:ascii="Corbel" w:hAnsi="Corbel"/>
                <w:b w:val="0"/>
                <w:smallCaps w:val="0"/>
                <w:szCs w:val="24"/>
              </w:rPr>
              <w:t xml:space="preserve"> zajęć zdalnych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wykorzystując funkcjonalność platformy edukacyjnej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C2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role uczestników występujących w procesie edukacji na odległość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57B73" w:rsidRPr="009C54AE" w:rsidTr="005E6E85">
        <w:tc>
          <w:tcPr>
            <w:tcW w:w="1701" w:type="dxa"/>
          </w:tcPr>
          <w:p w:rsidR="00B57B73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57B73" w:rsidRPr="009C54AE" w:rsidRDefault="00D97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i</w:t>
            </w:r>
            <w:r w:rsidR="00146811">
              <w:rPr>
                <w:rFonts w:ascii="Corbel" w:hAnsi="Corbel"/>
                <w:b w:val="0"/>
                <w:smallCaps w:val="0"/>
                <w:szCs w:val="24"/>
              </w:rPr>
              <w:t xml:space="preserve"> zaplanuje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sposoby motywacji </w:t>
            </w:r>
            <w:r w:rsidR="00146811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zajęć realizowanych z wykorzystaniem edukacji na odległość</w:t>
            </w:r>
          </w:p>
        </w:tc>
        <w:tc>
          <w:tcPr>
            <w:tcW w:w="1873" w:type="dxa"/>
          </w:tcPr>
          <w:p w:rsidR="00B57B73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wykona kurs z zastosowaniem platformy e-learningowej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Przeprowadzi ewaluację zajęć i dokona zmian w kursie e-learningowym na podstawie otrzymanych danych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81B90" w:rsidRPr="009C54AE" w:rsidRDefault="00E42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631CD7" w:rsidRPr="00631CD7">
              <w:rPr>
                <w:rFonts w:ascii="Corbel" w:hAnsi="Corbel"/>
                <w:b w:val="0"/>
                <w:smallCaps w:val="0"/>
                <w:szCs w:val="24"/>
              </w:rPr>
              <w:t xml:space="preserve"> zachowań profesjonalnych, etycznych, w związku z prowadzeniem działalności pedagogicznej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81B90" w:rsidRPr="009C54AE" w:rsidRDefault="00E42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F501A">
              <w:rPr>
                <w:rFonts w:ascii="Corbel" w:hAnsi="Corbel"/>
                <w:b w:val="0"/>
                <w:smallCaps w:val="0"/>
                <w:szCs w:val="24"/>
              </w:rPr>
              <w:t xml:space="preserve"> potrzebę poszerzania wiedzy pedagogicznej w kontekście edukacji na odległość wykorzystaniem nowoczesnych technologii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8D0482">
      <w:pPr>
        <w:pStyle w:val="Akapitzlist"/>
        <w:keepNext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8D0482">
      <w:pPr>
        <w:pStyle w:val="Akapitzlist"/>
        <w:keepNext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8D0482">
      <w:pPr>
        <w:pStyle w:val="Akapitzlist"/>
        <w:keepNext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8D0482">
            <w:pPr>
              <w:pStyle w:val="Akapitzlist"/>
              <w:keepNext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Pr="005905CA" w:rsidRDefault="00E71364" w:rsidP="008D0482">
            <w:pPr>
              <w:pStyle w:val="Akapitzlist"/>
              <w:keepNext/>
              <w:ind w:left="0"/>
            </w:pPr>
            <w:r w:rsidRPr="00402ECB">
              <w:t>Określenie zasadn</w:t>
            </w:r>
            <w:r>
              <w:t>iczych różnic pomiędzy nauczaniem</w:t>
            </w:r>
            <w:r w:rsidRPr="00402ECB">
              <w:t xml:space="preserve"> na odległość a nauczaniem metodą tradycyjną</w:t>
            </w:r>
            <w:r>
              <w:t>.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Pr="00402ECB" w:rsidRDefault="00E71364" w:rsidP="00E71364">
            <w:pPr>
              <w:pStyle w:val="Akapitzlist"/>
              <w:ind w:left="0"/>
            </w:pPr>
            <w:r w:rsidRPr="00402ECB">
              <w:t xml:space="preserve">Określenie </w:t>
            </w:r>
            <w:r>
              <w:t>różnic pomiędzy nauczaniem</w:t>
            </w:r>
            <w:r w:rsidRPr="00402ECB">
              <w:t xml:space="preserve"> na odległość a</w:t>
            </w:r>
            <w:r>
              <w:t xml:space="preserve"> e-learningiem.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Pr="00402ECB" w:rsidRDefault="00E71364" w:rsidP="00E71364">
            <w:pPr>
              <w:pStyle w:val="Akapitzlist"/>
              <w:ind w:left="0"/>
            </w:pPr>
            <w:r>
              <w:t>Organizacja zajęć zdalnych.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Pr="005905CA" w:rsidRDefault="00E71364" w:rsidP="00E71364">
            <w:pPr>
              <w:pStyle w:val="Akapitzlist"/>
              <w:ind w:left="0"/>
            </w:pPr>
            <w:r>
              <w:t xml:space="preserve">Zasady tworzenia kursów. Jakość w edukacji zdalnej. 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Default="00E71364" w:rsidP="00E71364">
            <w:pPr>
              <w:pStyle w:val="Akapitzlist"/>
              <w:ind w:left="0"/>
            </w:pPr>
            <w:r>
              <w:t>Nowoczesne technologie w kształceniu na odległość – platformy zamknięte, otwarte, narzędzia zewnętrzne do elektronizacji materiałów.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Default="00E71364" w:rsidP="00E71364">
            <w:pPr>
              <w:pStyle w:val="Akapitzlist"/>
              <w:ind w:left="0"/>
            </w:pPr>
            <w:r>
              <w:t>Kursy zgodne ze standard kształcenia na odległość (SCORM)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Default="00E71364" w:rsidP="00E71364">
            <w:pPr>
              <w:pStyle w:val="Akapitzlist"/>
              <w:ind w:left="0"/>
            </w:pPr>
            <w:r>
              <w:t xml:space="preserve">Zasady projektowania i jakość kursów e-learning. Model ADDIE, </w:t>
            </w:r>
          </w:p>
        </w:tc>
      </w:tr>
      <w:tr w:rsidR="00E71364" w:rsidRPr="009C54AE" w:rsidTr="00923D7D">
        <w:tc>
          <w:tcPr>
            <w:tcW w:w="9639" w:type="dxa"/>
          </w:tcPr>
          <w:p w:rsidR="00E71364" w:rsidRDefault="00E71364" w:rsidP="00E71364">
            <w:pPr>
              <w:pStyle w:val="Akapitzlist"/>
              <w:ind w:left="0"/>
            </w:pPr>
            <w:r>
              <w:t xml:space="preserve">Motywacja w kształceniu zdalnym, model </w:t>
            </w:r>
            <w:proofErr w:type="spellStart"/>
            <w:r>
              <w:t>Gilly</w:t>
            </w:r>
            <w:proofErr w:type="spellEnd"/>
            <w:r>
              <w:t xml:space="preserve"> </w:t>
            </w:r>
            <w:proofErr w:type="spellStart"/>
            <w:r>
              <w:t>Salmon</w:t>
            </w:r>
            <w:proofErr w:type="spellEnd"/>
            <w:r>
              <w:t>, 3J,. Model agregowany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136E83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F501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Konstruowanie kursów w</w:t>
            </w:r>
            <w:r w:rsidR="001056D1">
              <w:t xml:space="preserve"> oparciu o platformę Moodle</w:t>
            </w:r>
            <w:r>
              <w:t xml:space="preserve">. </w:t>
            </w:r>
          </w:p>
        </w:tc>
      </w:tr>
      <w:tr w:rsidR="00E71364" w:rsidRPr="009C54AE" w:rsidTr="004F501A">
        <w:tc>
          <w:tcPr>
            <w:tcW w:w="9520" w:type="dxa"/>
          </w:tcPr>
          <w:p w:rsidR="00E71364" w:rsidRDefault="00E71364" w:rsidP="004F501A">
            <w:pPr>
              <w:pStyle w:val="Akapitzlist"/>
              <w:ind w:left="0"/>
            </w:pPr>
            <w:r>
              <w:t>Zasoby i aktywności na platformie Moodle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 xml:space="preserve">Wykorzystanie dodatkowych </w:t>
            </w:r>
            <w:proofErr w:type="spellStart"/>
            <w:r>
              <w:t>pluginów</w:t>
            </w:r>
            <w:proofErr w:type="spellEnd"/>
            <w:r w:rsidR="007D22B0">
              <w:t xml:space="preserve">, </w:t>
            </w:r>
            <w:r w:rsidR="007D22B0" w:rsidRPr="007D22B0">
              <w:rPr>
                <w:i/>
              </w:rPr>
              <w:t xml:space="preserve">frekwencja,  </w:t>
            </w:r>
            <w:proofErr w:type="spellStart"/>
            <w:r w:rsidR="007D22B0" w:rsidRPr="007D22B0">
              <w:rPr>
                <w:i/>
              </w:rPr>
              <w:t>questionnaire</w:t>
            </w:r>
            <w:proofErr w:type="spellEnd"/>
            <w:r w:rsidR="007D22B0">
              <w:t xml:space="preserve"> </w:t>
            </w:r>
            <w:r w:rsidRPr="001A7C19">
              <w:t xml:space="preserve">oraz programów Hot </w:t>
            </w:r>
            <w:proofErr w:type="spellStart"/>
            <w:r w:rsidRPr="001A7C19">
              <w:t>Potatoes</w:t>
            </w:r>
            <w:proofErr w:type="spellEnd"/>
            <w:r>
              <w:t xml:space="preserve"> 6.0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7D22B0" w:rsidRDefault="004F501A" w:rsidP="004F501A">
            <w:pPr>
              <w:pStyle w:val="Akapitzlist"/>
              <w:ind w:left="0"/>
              <w:rPr>
                <w:i/>
              </w:rPr>
            </w:pPr>
            <w:r>
              <w:t>Rodzaje i rola komunikacji w kształceniu na odległość</w:t>
            </w:r>
            <w:r w:rsidR="007D22B0">
              <w:t xml:space="preserve"> </w:t>
            </w:r>
            <w:r w:rsidR="007D22B0">
              <w:rPr>
                <w:i/>
              </w:rPr>
              <w:t xml:space="preserve">czat, forum, </w:t>
            </w:r>
            <w:r w:rsidR="002D373D">
              <w:rPr>
                <w:i/>
              </w:rPr>
              <w:t>widomości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2D373D">
            <w:pPr>
              <w:pStyle w:val="Akapitzlist"/>
              <w:ind w:left="0"/>
            </w:pPr>
            <w:r>
              <w:t xml:space="preserve">Rola </w:t>
            </w:r>
            <w:r w:rsidR="002D373D">
              <w:t xml:space="preserve">użytkowników na platformie e-learningowej 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Ewaluacja w kształceniu na odległość.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77DA" w:rsidRDefault="00E777DA" w:rsidP="00E777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Wykład z prezentacją </w:t>
      </w:r>
      <w:r w:rsidR="00136E83">
        <w:rPr>
          <w:rFonts w:ascii="Corbel" w:hAnsi="Corbel"/>
          <w:b w:val="0"/>
          <w:smallCaps w:val="0"/>
          <w:color w:val="000000"/>
          <w:szCs w:val="24"/>
        </w:rPr>
        <w:t>multimedialną</w:t>
      </w:r>
      <w:r>
        <w:rPr>
          <w:rFonts w:ascii="Corbel" w:hAnsi="Corbel"/>
          <w:b w:val="0"/>
          <w:smallCaps w:val="0"/>
          <w:color w:val="000000"/>
          <w:szCs w:val="24"/>
        </w:rPr>
        <w:t>.</w:t>
      </w:r>
    </w:p>
    <w:p w:rsidR="004F501A" w:rsidRPr="004F501A" w:rsidRDefault="004F501A" w:rsidP="00537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4F501A">
        <w:rPr>
          <w:rFonts w:ascii="Corbel" w:hAnsi="Corbel"/>
          <w:b w:val="0"/>
          <w:smallCaps w:val="0"/>
          <w:color w:val="000000"/>
          <w:szCs w:val="24"/>
        </w:rPr>
        <w:t>Ćwiczenia:  projekt wdrożeniowy, praktyczny, praca w grupach, metody kształcenia na odległość</w:t>
      </w:r>
    </w:p>
    <w:p w:rsidR="0085747A" w:rsidRPr="004F501A" w:rsidRDefault="0085747A" w:rsidP="004F501A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:rsidR="008D0482" w:rsidRDefault="008D048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66BE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C627F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AC627F" w:rsidRDefault="00460E4E" w:rsidP="00460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AC627F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 </w:t>
            </w:r>
          </w:p>
        </w:tc>
        <w:tc>
          <w:tcPr>
            <w:tcW w:w="2126" w:type="dxa"/>
          </w:tcPr>
          <w:p w:rsidR="0085747A" w:rsidRPr="00AC627F" w:rsidRDefault="00F0568C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B91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627F" w:rsidRPr="00AC627F" w:rsidTr="00C05F44">
        <w:tc>
          <w:tcPr>
            <w:tcW w:w="1985" w:type="dxa"/>
          </w:tcPr>
          <w:p w:rsidR="00AC627F" w:rsidRPr="009C54AE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C627F" w:rsidRDefault="007C4888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C627F" w:rsidRPr="00AC627F" w:rsidRDefault="00C378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B91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:rsidTr="00C05F44">
        <w:tc>
          <w:tcPr>
            <w:tcW w:w="1985" w:type="dxa"/>
          </w:tcPr>
          <w:p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:rsidTr="00C05F44">
        <w:tc>
          <w:tcPr>
            <w:tcW w:w="1985" w:type="dxa"/>
          </w:tcPr>
          <w:p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15F5B" w:rsidRPr="00AC627F" w:rsidTr="00C05F44">
        <w:tc>
          <w:tcPr>
            <w:tcW w:w="1985" w:type="dxa"/>
          </w:tcPr>
          <w:p w:rsidR="00515F5B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15F5B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:rsidR="00515F5B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465345" w:rsidRPr="00AC627F" w:rsidTr="00C05F44">
        <w:tc>
          <w:tcPr>
            <w:tcW w:w="1985" w:type="dxa"/>
          </w:tcPr>
          <w:p w:rsidR="00465345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1C3F53" w:rsidRDefault="00B91013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:rsidR="00465345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3F53" w:rsidRPr="00AC627F" w:rsidTr="00C05F44">
        <w:tc>
          <w:tcPr>
            <w:tcW w:w="1985" w:type="dxa"/>
          </w:tcPr>
          <w:p w:rsidR="001C3F53" w:rsidRDefault="001C3F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1C3F53" w:rsidRDefault="007C4888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1C3F53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F501A" w:rsidRDefault="004F501A" w:rsidP="004F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501A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e-learning, wykonanie projektu kursu przeznaczonego dla edukacji na odległość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685"/>
      </w:tblGrid>
      <w:tr w:rsidR="0085747A" w:rsidRPr="009C54AE" w:rsidTr="00214AD9">
        <w:tc>
          <w:tcPr>
            <w:tcW w:w="595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685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214AD9">
        <w:tc>
          <w:tcPr>
            <w:tcW w:w="5954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85747A" w:rsidRPr="009C54AE" w:rsidRDefault="00460E4E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762251">
        <w:tc>
          <w:tcPr>
            <w:tcW w:w="5954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310F1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310F1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BB7788" w:rsidRPr="009C54AE" w:rsidRDefault="00BB7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3685" w:type="dxa"/>
            <w:vAlign w:val="center"/>
          </w:tcPr>
          <w:p w:rsidR="00BB7788" w:rsidRDefault="00BB7788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E53074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B7788" w:rsidRPr="009C54AE" w:rsidRDefault="00BB7788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214AD9">
        <w:tc>
          <w:tcPr>
            <w:tcW w:w="5954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:rsidR="00C61DC5" w:rsidRPr="009C54AE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3685" w:type="dxa"/>
          </w:tcPr>
          <w:p w:rsidR="00D333C1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91013" w:rsidRDefault="0075544D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bookmarkStart w:id="0" w:name="_GoBack"/>
            <w:bookmarkEnd w:id="0"/>
          </w:p>
          <w:p w:rsidR="00B91013" w:rsidRPr="009C54AE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101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30AA9" w:rsidRPr="009C54AE" w:rsidTr="00214AD9">
        <w:tc>
          <w:tcPr>
            <w:tcW w:w="5954" w:type="dxa"/>
          </w:tcPr>
          <w:p w:rsidR="00730AA9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3685" w:type="dxa"/>
          </w:tcPr>
          <w:p w:rsidR="00730AA9" w:rsidRDefault="00BC1F53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214AD9">
        <w:tc>
          <w:tcPr>
            <w:tcW w:w="595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85" w:type="dxa"/>
          </w:tcPr>
          <w:p w:rsidR="0085747A" w:rsidRPr="009C54AE" w:rsidRDefault="003310F1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513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214AD9">
        <w:tc>
          <w:tcPr>
            <w:tcW w:w="595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85" w:type="dxa"/>
          </w:tcPr>
          <w:p w:rsidR="0085747A" w:rsidRPr="009C54AE" w:rsidRDefault="00BC1F53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924AC" w:rsidRPr="00EA169C" w:rsidRDefault="006633AA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Brzózka P.,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Moodle dla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nauczycieli i trenerów.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Zaplanuj, stwórz i rozwijaj platformę e-</w:t>
            </w:r>
            <w:proofErr w:type="spellStart"/>
            <w:r w:rsidR="003924AC">
              <w:rPr>
                <w:rFonts w:ascii="Corbel" w:hAnsi="Corbel"/>
                <w:b w:val="0"/>
                <w:smallCaps w:val="0"/>
                <w:szCs w:val="24"/>
              </w:rPr>
              <w:t>learnigową</w:t>
            </w:r>
            <w:proofErr w:type="spellEnd"/>
            <w:r w:rsidR="003924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II,  </w:t>
            </w:r>
            <w:r w:rsidR="003924AC"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Helion </w:t>
            </w:r>
            <w:r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Gliwice </w:t>
            </w:r>
            <w:r w:rsidR="003924AC"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2016 </w:t>
            </w:r>
          </w:p>
          <w:p w:rsidR="00816139" w:rsidRPr="00816139" w:rsidRDefault="00816139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Susfał</w:t>
            </w:r>
            <w:proofErr w:type="spellEnd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M.</w:t>
            </w:r>
            <w:r w:rsidR="001107F3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</w:t>
            </w:r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Moodle. </w:t>
            </w:r>
            <w:proofErr w:type="spellStart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Doceń</w:t>
            </w:r>
            <w:proofErr w:type="spellEnd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e-learning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z </w:t>
            </w:r>
            <w:proofErr w:type="spellStart"/>
            <w:r w:rsidRP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platformą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Moodle!. Helion</w:t>
            </w:r>
            <w:r w:rsid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Gli</w:t>
            </w:r>
            <w:r w:rsidR="004137F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w</w:t>
            </w:r>
            <w:r w:rsid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ice 2013.</w:t>
            </w:r>
          </w:p>
          <w:p w:rsidR="00D95576" w:rsidRDefault="006633AA" w:rsidP="00D95576">
            <w:pPr>
              <w:pStyle w:val="wysuniecie"/>
              <w:ind w:left="339" w:hanging="339"/>
              <w:rPr>
                <w:sz w:val="22"/>
              </w:rPr>
            </w:pPr>
            <w:r>
              <w:rPr>
                <w:sz w:val="22"/>
              </w:rPr>
              <w:t>Zieliński Z., E-learning w edukacji. Jak stworzyć multimedialną iw pełni interaktywną treść dydaktyczną, Helion Gliwice 2012</w:t>
            </w:r>
            <w:r w:rsidR="00D95576" w:rsidRPr="00645DBE">
              <w:rPr>
                <w:sz w:val="22"/>
              </w:rPr>
              <w:t xml:space="preserve"> </w:t>
            </w:r>
          </w:p>
          <w:p w:rsidR="00D95576" w:rsidRDefault="00D95576" w:rsidP="00D95576">
            <w:pPr>
              <w:pStyle w:val="wysuniecie"/>
              <w:ind w:left="339" w:hanging="339"/>
              <w:rPr>
                <w:sz w:val="22"/>
              </w:rPr>
            </w:pPr>
            <w:proofErr w:type="spellStart"/>
            <w:r w:rsidRPr="00645DBE">
              <w:rPr>
                <w:sz w:val="22"/>
              </w:rPr>
              <w:t>Penkowska</w:t>
            </w:r>
            <w:proofErr w:type="spellEnd"/>
            <w:r w:rsidRPr="00645DBE">
              <w:rPr>
                <w:sz w:val="22"/>
              </w:rPr>
              <w:t xml:space="preserve"> G., Meandry e-learningu. Wyd. </w:t>
            </w:r>
            <w:proofErr w:type="spellStart"/>
            <w:r w:rsidRPr="00645DBE">
              <w:rPr>
                <w:sz w:val="22"/>
              </w:rPr>
              <w:t>Difin</w:t>
            </w:r>
            <w:proofErr w:type="spellEnd"/>
            <w:r w:rsidRPr="00645DBE">
              <w:rPr>
                <w:sz w:val="22"/>
              </w:rPr>
              <w:t xml:space="preserve"> SA, Warszawa 2010.</w:t>
            </w:r>
          </w:p>
          <w:p w:rsidR="006633AA" w:rsidRPr="003924AC" w:rsidRDefault="006633AA" w:rsidP="00FF7F6B">
            <w:pPr>
              <w:pStyle w:val="wysuniecie"/>
              <w:ind w:left="339" w:hanging="339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E2910" w:rsidRPr="00F03B96" w:rsidRDefault="006E2910" w:rsidP="004137F6">
            <w:pPr>
              <w:spacing w:after="0"/>
            </w:pPr>
            <w:proofErr w:type="spellStart"/>
            <w:r w:rsidRPr="00F03B96">
              <w:t>Smyrnova-Trybulska</w:t>
            </w:r>
            <w:proofErr w:type="spellEnd"/>
            <w:r w:rsidRPr="00F03B96">
              <w:t xml:space="preserve"> E., Technologie informacyjno-komunikacyjne i E-learning we współczesnej edukacji, Wydawnictwo Uniwersytetu Śląskiego, Katowice 2018.</w:t>
            </w:r>
          </w:p>
          <w:p w:rsidR="003924AC" w:rsidRDefault="003924AC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3924AC">
              <w:rPr>
                <w:rFonts w:ascii="Corbel" w:hAnsi="Corbel"/>
                <w:b w:val="0"/>
                <w:smallCaps w:val="0"/>
                <w:szCs w:val="24"/>
              </w:rPr>
              <w:t>Hyla M., Przewodnik po e-learningu, szkolenia, ABC a Wolters Kluwer business wyd. III, Kraków 2009.</w:t>
            </w:r>
          </w:p>
          <w:p w:rsidR="00D95576" w:rsidRDefault="00D95576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D95576">
              <w:rPr>
                <w:rFonts w:ascii="Corbel" w:hAnsi="Corbel"/>
                <w:b w:val="0"/>
                <w:smallCaps w:val="0"/>
                <w:szCs w:val="24"/>
              </w:rPr>
              <w:t xml:space="preserve">Karaś P., Edukacja zdalna - gdy nie ma alternatywy w czasie pandemii [w:] Wspólna szkoła wspierana edukacją zdalną, S. Dylak, A. B. Kwiatkowska, Z. Nowakowski, B. Przyborowska (red.) 2021, </w:t>
            </w:r>
            <w:r w:rsidR="00FF7F6B" w:rsidRPr="00FF7F6B">
              <w:rPr>
                <w:rFonts w:ascii="Corbel" w:hAnsi="Corbel"/>
                <w:b w:val="0"/>
                <w:smallCaps w:val="0"/>
                <w:szCs w:val="24"/>
              </w:rPr>
              <w:t>https://wspolna-szkola.pcss.pl/edukacja-zdalna-gdy-nie-ma-alternatywy-w-czasie-pandemii-2</w:t>
            </w:r>
          </w:p>
          <w:p w:rsidR="009535E9" w:rsidRDefault="00FF7F6B" w:rsidP="00FF7F6B">
            <w:pPr>
              <w:pStyle w:val="wysuniecie"/>
              <w:ind w:left="339" w:hanging="339"/>
              <w:jc w:val="left"/>
              <w:rPr>
                <w:sz w:val="22"/>
              </w:rPr>
            </w:pPr>
            <w:proofErr w:type="spellStart"/>
            <w:r w:rsidRPr="00FF7F6B">
              <w:rPr>
                <w:sz w:val="22"/>
              </w:rPr>
              <w:t>Szlagor</w:t>
            </w:r>
            <w:proofErr w:type="spellEnd"/>
            <w:r w:rsidRPr="00FF7F6B">
              <w:rPr>
                <w:sz w:val="22"/>
              </w:rPr>
              <w:t xml:space="preserve"> P., Moodle: najlepsza platforma edukacyjna, https://www.komputerswiat.pl/poradniki/sprzet/moodle-najlepsza-platforma-edukacyjna/wz5j35f [21 marzec 2020 r.]</w:t>
            </w:r>
          </w:p>
          <w:p w:rsidR="00FF7F6B" w:rsidRDefault="009535E9" w:rsidP="00FF7F6B">
            <w:pPr>
              <w:pStyle w:val="wysuniecie"/>
              <w:ind w:left="339" w:hanging="339"/>
              <w:jc w:val="left"/>
              <w:rPr>
                <w:sz w:val="22"/>
              </w:rPr>
            </w:pPr>
            <w:r>
              <w:t xml:space="preserve"> </w:t>
            </w:r>
            <w:r w:rsidRPr="009535E9">
              <w:rPr>
                <w:sz w:val="22"/>
              </w:rPr>
              <w:t>Nowak T., Jakie są efekty e-learningu, https://deltatraining.pl/najwazniejsze-artykuly/jakie-sa-efekty-e-learningu/</w:t>
            </w:r>
          </w:p>
          <w:p w:rsidR="00FF7F6B" w:rsidRPr="003924AC" w:rsidRDefault="00FF7F6B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DF6" w:rsidRDefault="009B1DF6" w:rsidP="00C16ABF">
      <w:pPr>
        <w:spacing w:after="0" w:line="240" w:lineRule="auto"/>
      </w:pPr>
      <w:r>
        <w:separator/>
      </w:r>
    </w:p>
  </w:endnote>
  <w:endnote w:type="continuationSeparator" w:id="0">
    <w:p w:rsidR="009B1DF6" w:rsidRDefault="009B1D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DF6" w:rsidRDefault="009B1DF6" w:rsidP="00C16ABF">
      <w:pPr>
        <w:spacing w:after="0" w:line="240" w:lineRule="auto"/>
      </w:pPr>
      <w:r>
        <w:separator/>
      </w:r>
    </w:p>
  </w:footnote>
  <w:footnote w:type="continuationSeparator" w:id="0">
    <w:p w:rsidR="009B1DF6" w:rsidRDefault="009B1D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2CF"/>
    <w:rsid w:val="00015B8F"/>
    <w:rsid w:val="00022ECE"/>
    <w:rsid w:val="00034C90"/>
    <w:rsid w:val="00042A51"/>
    <w:rsid w:val="00042D2E"/>
    <w:rsid w:val="0004351A"/>
    <w:rsid w:val="00044C82"/>
    <w:rsid w:val="00064767"/>
    <w:rsid w:val="00070ED6"/>
    <w:rsid w:val="000742DC"/>
    <w:rsid w:val="0008032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F0F"/>
    <w:rsid w:val="000D04B0"/>
    <w:rsid w:val="000F1C57"/>
    <w:rsid w:val="000F5382"/>
    <w:rsid w:val="000F5615"/>
    <w:rsid w:val="001056D1"/>
    <w:rsid w:val="001107F3"/>
    <w:rsid w:val="00124BFF"/>
    <w:rsid w:val="0012560E"/>
    <w:rsid w:val="00127108"/>
    <w:rsid w:val="00134B13"/>
    <w:rsid w:val="00136E83"/>
    <w:rsid w:val="0014681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F53"/>
    <w:rsid w:val="001D657B"/>
    <w:rsid w:val="001D7B54"/>
    <w:rsid w:val="001E0209"/>
    <w:rsid w:val="001F2CA2"/>
    <w:rsid w:val="00205DF2"/>
    <w:rsid w:val="002144C0"/>
    <w:rsid w:val="00214AD9"/>
    <w:rsid w:val="0022477D"/>
    <w:rsid w:val="00224B49"/>
    <w:rsid w:val="002278A9"/>
    <w:rsid w:val="002336F9"/>
    <w:rsid w:val="0024028F"/>
    <w:rsid w:val="00244ABC"/>
    <w:rsid w:val="002538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73D"/>
    <w:rsid w:val="002D73D4"/>
    <w:rsid w:val="002F02A3"/>
    <w:rsid w:val="002F4ABE"/>
    <w:rsid w:val="003018BA"/>
    <w:rsid w:val="0030395F"/>
    <w:rsid w:val="00305C92"/>
    <w:rsid w:val="00311043"/>
    <w:rsid w:val="003151C5"/>
    <w:rsid w:val="003226B2"/>
    <w:rsid w:val="003310F1"/>
    <w:rsid w:val="003343CF"/>
    <w:rsid w:val="00346FE9"/>
    <w:rsid w:val="0034759A"/>
    <w:rsid w:val="003503F6"/>
    <w:rsid w:val="003530DD"/>
    <w:rsid w:val="00363F78"/>
    <w:rsid w:val="003924AC"/>
    <w:rsid w:val="003A0A5B"/>
    <w:rsid w:val="003A1176"/>
    <w:rsid w:val="003A7E51"/>
    <w:rsid w:val="003C0BAE"/>
    <w:rsid w:val="003D18A9"/>
    <w:rsid w:val="003D6CE2"/>
    <w:rsid w:val="003E1941"/>
    <w:rsid w:val="003E2FE6"/>
    <w:rsid w:val="003E49D5"/>
    <w:rsid w:val="003F38C0"/>
    <w:rsid w:val="00402ED8"/>
    <w:rsid w:val="004137F6"/>
    <w:rsid w:val="00414E3C"/>
    <w:rsid w:val="00421007"/>
    <w:rsid w:val="0042244A"/>
    <w:rsid w:val="0042745A"/>
    <w:rsid w:val="00431D5C"/>
    <w:rsid w:val="004362C6"/>
    <w:rsid w:val="00437FA2"/>
    <w:rsid w:val="00445970"/>
    <w:rsid w:val="0045729E"/>
    <w:rsid w:val="00460E4E"/>
    <w:rsid w:val="00461EFC"/>
    <w:rsid w:val="004652C2"/>
    <w:rsid w:val="00465345"/>
    <w:rsid w:val="0046583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415"/>
    <w:rsid w:val="004D5282"/>
    <w:rsid w:val="004F1551"/>
    <w:rsid w:val="004F501A"/>
    <w:rsid w:val="004F55A3"/>
    <w:rsid w:val="0050496F"/>
    <w:rsid w:val="00513B6F"/>
    <w:rsid w:val="00515F5B"/>
    <w:rsid w:val="00517C63"/>
    <w:rsid w:val="00526C94"/>
    <w:rsid w:val="005363C4"/>
    <w:rsid w:val="00536BDE"/>
    <w:rsid w:val="00537E1D"/>
    <w:rsid w:val="0054126A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7A93"/>
    <w:rsid w:val="0061029B"/>
    <w:rsid w:val="00617230"/>
    <w:rsid w:val="00621CE1"/>
    <w:rsid w:val="00627FC9"/>
    <w:rsid w:val="00631A24"/>
    <w:rsid w:val="00631CD7"/>
    <w:rsid w:val="00635D4E"/>
    <w:rsid w:val="00636EEF"/>
    <w:rsid w:val="00647FA8"/>
    <w:rsid w:val="00650C5F"/>
    <w:rsid w:val="00654934"/>
    <w:rsid w:val="006620D9"/>
    <w:rsid w:val="006633AA"/>
    <w:rsid w:val="006648B8"/>
    <w:rsid w:val="00671958"/>
    <w:rsid w:val="00675843"/>
    <w:rsid w:val="00684975"/>
    <w:rsid w:val="00696477"/>
    <w:rsid w:val="006D050F"/>
    <w:rsid w:val="006D4C30"/>
    <w:rsid w:val="006D6139"/>
    <w:rsid w:val="006E2910"/>
    <w:rsid w:val="006E5D65"/>
    <w:rsid w:val="006F1282"/>
    <w:rsid w:val="006F1FBC"/>
    <w:rsid w:val="006F31E2"/>
    <w:rsid w:val="00706544"/>
    <w:rsid w:val="007072BA"/>
    <w:rsid w:val="0071620A"/>
    <w:rsid w:val="007236E0"/>
    <w:rsid w:val="00724677"/>
    <w:rsid w:val="00725459"/>
    <w:rsid w:val="00730AA9"/>
    <w:rsid w:val="007327BD"/>
    <w:rsid w:val="00734608"/>
    <w:rsid w:val="00745302"/>
    <w:rsid w:val="007461D6"/>
    <w:rsid w:val="00746660"/>
    <w:rsid w:val="00746EC8"/>
    <w:rsid w:val="0075544D"/>
    <w:rsid w:val="0076225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88"/>
    <w:rsid w:val="007D08F9"/>
    <w:rsid w:val="007D22B0"/>
    <w:rsid w:val="007D6E56"/>
    <w:rsid w:val="007F1652"/>
    <w:rsid w:val="007F4155"/>
    <w:rsid w:val="007F665C"/>
    <w:rsid w:val="008105FD"/>
    <w:rsid w:val="0081554D"/>
    <w:rsid w:val="00816139"/>
    <w:rsid w:val="0081707E"/>
    <w:rsid w:val="008449B3"/>
    <w:rsid w:val="0085747A"/>
    <w:rsid w:val="00884922"/>
    <w:rsid w:val="00885F64"/>
    <w:rsid w:val="00890DDB"/>
    <w:rsid w:val="008917F9"/>
    <w:rsid w:val="008A45F7"/>
    <w:rsid w:val="008A6D46"/>
    <w:rsid w:val="008B6164"/>
    <w:rsid w:val="008C0CC0"/>
    <w:rsid w:val="008C19A9"/>
    <w:rsid w:val="008C379D"/>
    <w:rsid w:val="008C5147"/>
    <w:rsid w:val="008C5359"/>
    <w:rsid w:val="008C5363"/>
    <w:rsid w:val="008D0482"/>
    <w:rsid w:val="008D3DFB"/>
    <w:rsid w:val="008E3225"/>
    <w:rsid w:val="008E64F4"/>
    <w:rsid w:val="008F12C9"/>
    <w:rsid w:val="008F6E29"/>
    <w:rsid w:val="00916188"/>
    <w:rsid w:val="00923D7D"/>
    <w:rsid w:val="009320DD"/>
    <w:rsid w:val="009508DF"/>
    <w:rsid w:val="00950DAC"/>
    <w:rsid w:val="0095310B"/>
    <w:rsid w:val="009535E9"/>
    <w:rsid w:val="00954A07"/>
    <w:rsid w:val="009607A1"/>
    <w:rsid w:val="00960DF3"/>
    <w:rsid w:val="00972C7E"/>
    <w:rsid w:val="009756D2"/>
    <w:rsid w:val="00997F14"/>
    <w:rsid w:val="009A78D9"/>
    <w:rsid w:val="009B1DF6"/>
    <w:rsid w:val="009C1331"/>
    <w:rsid w:val="009C3E31"/>
    <w:rsid w:val="009C54AE"/>
    <w:rsid w:val="009C788E"/>
    <w:rsid w:val="009E3B41"/>
    <w:rsid w:val="009F2AB6"/>
    <w:rsid w:val="009F3C5C"/>
    <w:rsid w:val="009F4610"/>
    <w:rsid w:val="00A00ECC"/>
    <w:rsid w:val="00A14F3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7E"/>
    <w:rsid w:val="00A83C09"/>
    <w:rsid w:val="00A84C85"/>
    <w:rsid w:val="00A94823"/>
    <w:rsid w:val="00A97DE1"/>
    <w:rsid w:val="00AB053C"/>
    <w:rsid w:val="00AC627F"/>
    <w:rsid w:val="00AD1146"/>
    <w:rsid w:val="00AD27D3"/>
    <w:rsid w:val="00AD66D6"/>
    <w:rsid w:val="00AE1160"/>
    <w:rsid w:val="00AE203C"/>
    <w:rsid w:val="00AE2E74"/>
    <w:rsid w:val="00AE5FCB"/>
    <w:rsid w:val="00AE73E0"/>
    <w:rsid w:val="00AF2C1E"/>
    <w:rsid w:val="00B06142"/>
    <w:rsid w:val="00B135B1"/>
    <w:rsid w:val="00B21EC8"/>
    <w:rsid w:val="00B3130B"/>
    <w:rsid w:val="00B40ADB"/>
    <w:rsid w:val="00B43B77"/>
    <w:rsid w:val="00B43E80"/>
    <w:rsid w:val="00B57B73"/>
    <w:rsid w:val="00B607DB"/>
    <w:rsid w:val="00B66529"/>
    <w:rsid w:val="00B66BE3"/>
    <w:rsid w:val="00B75946"/>
    <w:rsid w:val="00B8056E"/>
    <w:rsid w:val="00B819C8"/>
    <w:rsid w:val="00B82308"/>
    <w:rsid w:val="00B90885"/>
    <w:rsid w:val="00B91013"/>
    <w:rsid w:val="00B96468"/>
    <w:rsid w:val="00BB520A"/>
    <w:rsid w:val="00BB7788"/>
    <w:rsid w:val="00BC1F53"/>
    <w:rsid w:val="00BD3869"/>
    <w:rsid w:val="00BD66E9"/>
    <w:rsid w:val="00BD6FF4"/>
    <w:rsid w:val="00BF1B0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13"/>
    <w:rsid w:val="00C4057D"/>
    <w:rsid w:val="00C56036"/>
    <w:rsid w:val="00C61DC5"/>
    <w:rsid w:val="00C67E92"/>
    <w:rsid w:val="00C70A26"/>
    <w:rsid w:val="00C766DF"/>
    <w:rsid w:val="00C94B98"/>
    <w:rsid w:val="00CA13C2"/>
    <w:rsid w:val="00CA2B96"/>
    <w:rsid w:val="00CA5089"/>
    <w:rsid w:val="00CB42CB"/>
    <w:rsid w:val="00CD6897"/>
    <w:rsid w:val="00CE5BAC"/>
    <w:rsid w:val="00CF25BE"/>
    <w:rsid w:val="00CF513A"/>
    <w:rsid w:val="00CF78ED"/>
    <w:rsid w:val="00D02B25"/>
    <w:rsid w:val="00D02EBA"/>
    <w:rsid w:val="00D17C3C"/>
    <w:rsid w:val="00D26B2C"/>
    <w:rsid w:val="00D333C1"/>
    <w:rsid w:val="00D352C9"/>
    <w:rsid w:val="00D425B2"/>
    <w:rsid w:val="00D428D6"/>
    <w:rsid w:val="00D552B2"/>
    <w:rsid w:val="00D608D1"/>
    <w:rsid w:val="00D74119"/>
    <w:rsid w:val="00D8075B"/>
    <w:rsid w:val="00D8678B"/>
    <w:rsid w:val="00D86C67"/>
    <w:rsid w:val="00D95576"/>
    <w:rsid w:val="00D97EC2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8C"/>
    <w:rsid w:val="00E51E44"/>
    <w:rsid w:val="00E53074"/>
    <w:rsid w:val="00E63348"/>
    <w:rsid w:val="00E71364"/>
    <w:rsid w:val="00E777DA"/>
    <w:rsid w:val="00E77E88"/>
    <w:rsid w:val="00E8107D"/>
    <w:rsid w:val="00E81B90"/>
    <w:rsid w:val="00E960BB"/>
    <w:rsid w:val="00EA169C"/>
    <w:rsid w:val="00EA2074"/>
    <w:rsid w:val="00EA4832"/>
    <w:rsid w:val="00EA4E9D"/>
    <w:rsid w:val="00EA4FA6"/>
    <w:rsid w:val="00EB12B2"/>
    <w:rsid w:val="00EC4899"/>
    <w:rsid w:val="00ED03AB"/>
    <w:rsid w:val="00ED32D2"/>
    <w:rsid w:val="00EE32DE"/>
    <w:rsid w:val="00EE5457"/>
    <w:rsid w:val="00F0568C"/>
    <w:rsid w:val="00F070AB"/>
    <w:rsid w:val="00F149F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DB1"/>
    <w:rsid w:val="00FC3F45"/>
    <w:rsid w:val="00FD503F"/>
    <w:rsid w:val="00FD7589"/>
    <w:rsid w:val="00FF016A"/>
    <w:rsid w:val="00FF1401"/>
    <w:rsid w:val="00FF5E7D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5F7A"/>
  <w15:docId w15:val="{61DB968C-F532-450F-AF98-C5E0C87A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6633AA"/>
    <w:pPr>
      <w:spacing w:after="0" w:line="240" w:lineRule="auto"/>
      <w:ind w:left="709" w:hanging="709"/>
      <w:jc w:val="both"/>
    </w:pPr>
    <w:rPr>
      <w:sz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6E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174A2-E6F5-43BD-A2DC-273169A8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5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20</cp:revision>
  <cp:lastPrinted>2020-01-14T11:16:00Z</cp:lastPrinted>
  <dcterms:created xsi:type="dcterms:W3CDTF">2022-03-28T16:15:00Z</dcterms:created>
  <dcterms:modified xsi:type="dcterms:W3CDTF">2022-05-29T14:28:00Z</dcterms:modified>
</cp:coreProperties>
</file>